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2200" w:hanging="2200" w:hangingChars="500"/>
        <w:jc w:val="both"/>
        <w:rPr>
          <w:rFonts w:ascii="宋体" w:hAnsi="宋体"/>
          <w:b/>
          <w:sz w:val="44"/>
          <w:szCs w:val="44"/>
        </w:rPr>
      </w:pPr>
      <w:r>
        <w:rPr>
          <w:rFonts w:hint="eastAsia"/>
          <w:sz w:val="44"/>
          <w:szCs w:val="44"/>
          <w:lang w:eastAsia="zh-CN"/>
        </w:rPr>
        <w:t>双辽市</w:t>
      </w:r>
      <w:r>
        <w:rPr>
          <w:rFonts w:hint="eastAsia"/>
          <w:sz w:val="44"/>
          <w:szCs w:val="44"/>
        </w:rPr>
        <w:t>教育局全面推行行政执法“三项制度”</w:t>
      </w:r>
      <w:r>
        <w:rPr>
          <w:rFonts w:hint="eastAsia"/>
          <w:sz w:val="44"/>
          <w:szCs w:val="44"/>
          <w:lang w:val="en-US" w:eastAsia="zh-CN"/>
        </w:rPr>
        <w:t xml:space="preserve">            工作领导小组名单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 xml:space="preserve">               </w:t>
      </w:r>
    </w:p>
    <w:p>
      <w:pPr>
        <w:spacing w:line="560" w:lineRule="exact"/>
        <w:jc w:val="center"/>
        <w:rPr>
          <w:rFonts w:ascii="宋体"/>
          <w:b/>
          <w:sz w:val="44"/>
          <w:szCs w:val="44"/>
        </w:rPr>
      </w:pPr>
    </w:p>
    <w:p>
      <w:pPr>
        <w:spacing w:line="360" w:lineRule="auto"/>
        <w:ind w:left="3466" w:leftChars="279" w:hanging="2880" w:hangingChars="9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组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长：</w:t>
      </w:r>
      <w:r>
        <w:rPr>
          <w:rFonts w:hint="eastAsia" w:ascii="仿宋" w:hAnsi="仿宋" w:eastAsia="仿宋"/>
          <w:sz w:val="32"/>
          <w:szCs w:val="32"/>
          <w:lang w:eastAsia="zh-CN"/>
        </w:rPr>
        <w:t>郭泽辉</w:t>
      </w:r>
      <w:r>
        <w:rPr>
          <w:rFonts w:ascii="仿宋" w:hAnsi="仿宋" w:eastAsia="仿宋"/>
          <w:sz w:val="32"/>
          <w:szCs w:val="32"/>
        </w:rPr>
        <w:t xml:space="preserve">    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市教育局党组书记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 xml:space="preserve">  局长</w:t>
      </w:r>
    </w:p>
    <w:p>
      <w:pPr>
        <w:spacing w:line="360" w:lineRule="auto"/>
        <w:ind w:left="3466" w:leftChars="279" w:hanging="2880" w:hangingChars="9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副组长：</w:t>
      </w:r>
      <w:r>
        <w:rPr>
          <w:rFonts w:hint="eastAsia" w:ascii="仿宋" w:hAnsi="仿宋" w:eastAsia="仿宋"/>
          <w:sz w:val="32"/>
          <w:szCs w:val="32"/>
          <w:lang w:eastAsia="zh-CN"/>
        </w:rPr>
        <w:t>殷志柱</w:t>
      </w:r>
      <w:r>
        <w:rPr>
          <w:rFonts w:ascii="仿宋" w:hAnsi="仿宋" w:eastAsia="仿宋"/>
          <w:sz w:val="32"/>
          <w:szCs w:val="32"/>
        </w:rPr>
        <w:t xml:space="preserve">    </w:t>
      </w:r>
      <w:r>
        <w:rPr>
          <w:rFonts w:hint="eastAsia" w:ascii="仿宋" w:hAnsi="仿宋" w:eastAsia="仿宋"/>
          <w:sz w:val="32"/>
          <w:szCs w:val="32"/>
          <w:lang w:eastAsia="zh-CN"/>
        </w:rPr>
        <w:t>市</w:t>
      </w:r>
      <w:r>
        <w:rPr>
          <w:rFonts w:hint="eastAsia" w:ascii="仿宋" w:hAnsi="仿宋" w:eastAsia="仿宋"/>
          <w:sz w:val="32"/>
          <w:szCs w:val="32"/>
        </w:rPr>
        <w:t>教育局副局长</w:t>
      </w:r>
    </w:p>
    <w:p>
      <w:pPr>
        <w:spacing w:line="360" w:lineRule="auto"/>
        <w:ind w:firstLine="1920" w:firstLineChars="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赵旭升</w:t>
      </w:r>
      <w:r>
        <w:rPr>
          <w:rFonts w:ascii="仿宋" w:hAnsi="仿宋" w:eastAsia="仿宋"/>
          <w:sz w:val="32"/>
          <w:szCs w:val="32"/>
        </w:rPr>
        <w:t xml:space="preserve">    </w:t>
      </w:r>
      <w:r>
        <w:rPr>
          <w:rFonts w:hint="eastAsia" w:ascii="仿宋" w:hAnsi="仿宋" w:eastAsia="仿宋"/>
          <w:sz w:val="32"/>
          <w:szCs w:val="32"/>
          <w:lang w:eastAsia="zh-CN"/>
        </w:rPr>
        <w:t>市</w:t>
      </w:r>
      <w:r>
        <w:rPr>
          <w:rFonts w:hint="eastAsia" w:ascii="仿宋" w:hAnsi="仿宋" w:eastAsia="仿宋"/>
          <w:sz w:val="32"/>
          <w:szCs w:val="32"/>
        </w:rPr>
        <w:t>教育局副局长</w:t>
      </w:r>
    </w:p>
    <w:p>
      <w:pPr>
        <w:spacing w:line="360" w:lineRule="auto"/>
        <w:ind w:firstLine="1920" w:firstLineChars="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韩桂杰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lang w:eastAsia="zh-CN"/>
        </w:rPr>
        <w:t>市</w:t>
      </w:r>
      <w:r>
        <w:rPr>
          <w:rFonts w:hint="eastAsia" w:ascii="仿宋" w:hAnsi="仿宋" w:eastAsia="仿宋"/>
          <w:sz w:val="32"/>
          <w:szCs w:val="32"/>
        </w:rPr>
        <w:t>政府教育督导室专职督学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成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员：</w:t>
      </w:r>
      <w:r>
        <w:rPr>
          <w:rFonts w:hint="eastAsia" w:ascii="仿宋" w:hAnsi="仿宋" w:eastAsia="仿宋"/>
          <w:sz w:val="32"/>
          <w:szCs w:val="32"/>
          <w:lang w:eastAsia="zh-CN"/>
        </w:rPr>
        <w:t>张文山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刘百川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刘秀山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李海江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郭世艳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董  重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韩国忠</w:t>
      </w:r>
      <w:r>
        <w:rPr>
          <w:rFonts w:ascii="仿宋" w:hAnsi="仿宋" w:eastAsia="仿宋"/>
          <w:sz w:val="32"/>
          <w:szCs w:val="32"/>
        </w:rPr>
        <w:t xml:space="preserve">    </w:t>
      </w:r>
    </w:p>
    <w:p>
      <w:pPr>
        <w:ind w:firstLine="720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27" w:right="1463" w:bottom="1327" w:left="1463" w:header="851" w:footer="992" w:gutter="0"/>
      <w:pgNumType w:fmt="numberInDash" w:start="13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rect id="Rectangle 1" o:spid="_x0000_s4097" o:spt="1" style="position:absolute;left:0pt;margin-top:0pt;height:144pt;width:144pt;mso-position-horizontal:center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2"/>
                  <w:rPr>
                    <w:rFonts w:ascii="宋体" w:cs="宋体"/>
                    <w:sz w:val="28"/>
                    <w:szCs w:val="28"/>
                  </w:rPr>
                </w:pP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- 13 -</w: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D7330A8"/>
    <w:rsid w:val="000170F7"/>
    <w:rsid w:val="001339E5"/>
    <w:rsid w:val="00215E32"/>
    <w:rsid w:val="00247164"/>
    <w:rsid w:val="00292B75"/>
    <w:rsid w:val="002D12B5"/>
    <w:rsid w:val="002E4F11"/>
    <w:rsid w:val="0049322A"/>
    <w:rsid w:val="004A5F88"/>
    <w:rsid w:val="00546F26"/>
    <w:rsid w:val="00644FD2"/>
    <w:rsid w:val="007139A5"/>
    <w:rsid w:val="00781509"/>
    <w:rsid w:val="007837DF"/>
    <w:rsid w:val="0080052B"/>
    <w:rsid w:val="008958FD"/>
    <w:rsid w:val="008E3B3A"/>
    <w:rsid w:val="008F5443"/>
    <w:rsid w:val="009077AF"/>
    <w:rsid w:val="009E34C0"/>
    <w:rsid w:val="00A73209"/>
    <w:rsid w:val="00B87EC6"/>
    <w:rsid w:val="00BC693A"/>
    <w:rsid w:val="00BF164E"/>
    <w:rsid w:val="00C466AD"/>
    <w:rsid w:val="00CC2412"/>
    <w:rsid w:val="00D17863"/>
    <w:rsid w:val="00D44D06"/>
    <w:rsid w:val="00D44ED7"/>
    <w:rsid w:val="00D6209F"/>
    <w:rsid w:val="00EA77EB"/>
    <w:rsid w:val="00EE2797"/>
    <w:rsid w:val="00F24BA7"/>
    <w:rsid w:val="0106163B"/>
    <w:rsid w:val="0D7330A8"/>
    <w:rsid w:val="17EB2C0F"/>
    <w:rsid w:val="4A9023A5"/>
    <w:rsid w:val="55EB4403"/>
    <w:rsid w:val="62B527FD"/>
    <w:rsid w:val="6D535020"/>
    <w:rsid w:val="6E7967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0" w:name="index 1" w:locked="1"/>
    <w:lsdException w:uiPriority="0" w:name="index 2" w:locked="1"/>
    <w:lsdException w:uiPriority="0" w:name="index 3" w:locked="1"/>
    <w:lsdException w:uiPriority="0" w:name="index 4" w:locked="1"/>
    <w:lsdException w:uiPriority="0" w:name="index 5" w:locked="1"/>
    <w:lsdException w:uiPriority="0" w:name="index 6" w:locked="1"/>
    <w:lsdException w:uiPriority="0" w:name="index 7" w:locked="1"/>
    <w:lsdException w:uiPriority="0" w:name="index 8" w:locked="1"/>
    <w:lsdException w:uiPriority="0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0" w:name="Normal Indent" w:locked="1"/>
    <w:lsdException w:uiPriority="0" w:name="footnote text" w:locked="1"/>
    <w:lsdException w:uiPriority="0" w:name="annotation text" w:locked="1"/>
    <w:lsdException w:unhideWhenUsed="0" w:uiPriority="99" w:semiHidden="0" w:name="header"/>
    <w:lsdException w:unhideWhenUsed="0" w:uiPriority="99" w:semiHidden="0" w:name="footer"/>
    <w:lsdException w:uiPriority="0" w:name="index heading" w:locked="1"/>
    <w:lsdException w:qFormat="1" w:uiPriority="35" w:name="caption" w:locked="1"/>
    <w:lsdException w:uiPriority="0" w:name="table of figures" w:locked="1"/>
    <w:lsdException w:uiPriority="0" w:name="envelope address" w:locked="1"/>
    <w:lsdException w:uiPriority="0" w:name="envelope return" w:locked="1"/>
    <w:lsdException w:uiPriority="0" w:name="footnote reference" w:locked="1"/>
    <w:lsdException w:uiPriority="0" w:name="annotation reference" w:locked="1"/>
    <w:lsdException w:uiPriority="0" w:name="line number" w:locked="1"/>
    <w:lsdException w:uiPriority="0" w:name="page number" w:locked="1"/>
    <w:lsdException w:uiPriority="0" w:name="endnote reference" w:locked="1"/>
    <w:lsdException w:uiPriority="0" w:name="endnote text" w:locked="1"/>
    <w:lsdException w:uiPriority="0" w:name="table of authorities" w:locked="1"/>
    <w:lsdException w:uiPriority="0" w:name="macro" w:locked="1"/>
    <w:lsdException w:uiPriority="0" w:name="toa heading" w:locked="1"/>
    <w:lsdException w:uiPriority="0" w:name="List" w:locked="1"/>
    <w:lsdException w:uiPriority="0" w:name="List Bullet" w:locked="1"/>
    <w:lsdException w:uiPriority="0" w:name="List Number" w:locked="1"/>
    <w:lsdException w:uiPriority="0" w:name="List 2" w:locked="1"/>
    <w:lsdException w:uiPriority="0" w:name="List 3" w:locked="1"/>
    <w:lsdException w:uiPriority="0" w:name="List 4" w:locked="1"/>
    <w:lsdException w:uiPriority="0" w:name="List 5" w:locked="1"/>
    <w:lsdException w:uiPriority="0" w:name="List Bullet 2" w:locked="1"/>
    <w:lsdException w:uiPriority="0" w:name="List Bullet 3" w:locked="1"/>
    <w:lsdException w:uiPriority="0" w:name="List Bullet 4" w:locked="1"/>
    <w:lsdException w:uiPriority="0" w:name="List Bullet 5" w:locked="1"/>
    <w:lsdException w:uiPriority="0" w:name="List Number 2" w:locked="1"/>
    <w:lsdException w:uiPriority="0" w:name="List Number 3" w:locked="1"/>
    <w:lsdException w:uiPriority="0" w:name="List Number 4" w:locked="1"/>
    <w:lsdException w:uiPriority="0" w:name="List Number 5" w:locked="1"/>
    <w:lsdException w:qFormat="1" w:unhideWhenUsed="0" w:uiPriority="10" w:semiHidden="0" w:name="Title" w:locked="1"/>
    <w:lsdException w:uiPriority="0" w:name="Closing" w:locked="1"/>
    <w:lsdException w:uiPriority="0" w:name="Signature" w:locked="1"/>
    <w:lsdException w:uiPriority="1" w:semiHidden="0" w:name="Default Paragraph Font"/>
    <w:lsdException w:uiPriority="0" w:name="Body Text" w:locked="1"/>
    <w:lsdException w:uiPriority="0" w:name="Body Text Indent" w:locked="1"/>
    <w:lsdException w:uiPriority="0" w:name="List Continue" w:locked="1"/>
    <w:lsdException w:uiPriority="0" w:name="List Continue 2" w:locked="1"/>
    <w:lsdException w:uiPriority="0" w:name="List Continue 3" w:locked="1"/>
    <w:lsdException w:uiPriority="0" w:name="List Continue 4" w:locked="1"/>
    <w:lsdException w:uiPriority="0" w:name="List Continue 5" w:locked="1"/>
    <w:lsdException w:uiPriority="0" w:name="Message Header" w:locked="1"/>
    <w:lsdException w:qFormat="1" w:unhideWhenUsed="0" w:uiPriority="11" w:semiHidden="0" w:name="Subtitle" w:locked="1"/>
    <w:lsdException w:uiPriority="0" w:name="Salutation" w:locked="1"/>
    <w:lsdException w:uiPriority="0" w:name="Date" w:locked="1"/>
    <w:lsdException w:uiPriority="0" w:name="Body Text First Indent" w:locked="1"/>
    <w:lsdException w:uiPriority="0" w:name="Body Text First Indent 2" w:locked="1"/>
    <w:lsdException w:uiPriority="0" w:name="Note Heading" w:locked="1"/>
    <w:lsdException w:uiPriority="0" w:name="Body Text 2" w:locked="1"/>
    <w:lsdException w:uiPriority="0" w:name="Body Text 3" w:locked="1"/>
    <w:lsdException w:uiPriority="0" w:name="Body Text Indent 2" w:locked="1"/>
    <w:lsdException w:uiPriority="0" w:name="Body Text Indent 3" w:locked="1"/>
    <w:lsdException w:uiPriority="0" w:name="Block Text" w:locked="1"/>
    <w:lsdException w:uiPriority="0" w:name="Hyperlink" w:locked="1"/>
    <w:lsdException w:uiPriority="0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0" w:name="Document Map" w:locked="1"/>
    <w:lsdException w:uiPriority="0" w:name="Plain Text" w:locked="1"/>
    <w:lsdException w:uiPriority="0" w:name="E-mail Signature" w:locked="1"/>
    <w:lsdException w:uiPriority="0" w:name="Normal (Web)" w:locked="1"/>
    <w:lsdException w:uiPriority="0" w:name="HTML Acronym" w:locked="1"/>
    <w:lsdException w:uiPriority="0" w:name="HTML Address" w:locked="1"/>
    <w:lsdException w:uiPriority="0" w:name="HTML Cite" w:locked="1"/>
    <w:lsdException w:uiPriority="0" w:name="HTML Code" w:locked="1"/>
    <w:lsdException w:uiPriority="0" w:name="HTML Definition" w:locked="1"/>
    <w:lsdException w:uiPriority="0" w:name="HTML Keyboard" w:locked="1"/>
    <w:lsdException w:uiPriority="0" w:name="HTML Preformatted" w:locked="1"/>
    <w:lsdException w:uiPriority="0" w:name="HTML Sample" w:locked="1"/>
    <w:lsdException w:uiPriority="0" w:name="HTML Typewriter" w:locked="1"/>
    <w:lsdException w:uiPriority="0" w:name="HTML Variable" w:locked="1"/>
    <w:lsdException w:qFormat="1" w:uiPriority="99" w:semiHidden="0" w:name="Normal Table"/>
    <w:lsdException w:uiPriority="0" w:name="annotation subject" w:locked="1"/>
    <w:lsdException w:uiPriority="0" w:name="Table Simple 1" w:locked="1"/>
    <w:lsdException w:uiPriority="0" w:name="Table Simple 2" w:locked="1"/>
    <w:lsdException w:uiPriority="0" w:name="Table Simple 3" w:locked="1"/>
    <w:lsdException w:uiPriority="0" w:name="Table Classic 1" w:locked="1"/>
    <w:lsdException w:uiPriority="0" w:name="Table Classic 2" w:locked="1"/>
    <w:lsdException w:uiPriority="0" w:name="Table Classic 3" w:locked="1"/>
    <w:lsdException w:uiPriority="0" w:name="Table Classic 4" w:locked="1"/>
    <w:lsdException w:uiPriority="0" w:name="Table Colorful 1" w:locked="1"/>
    <w:lsdException w:uiPriority="0" w:name="Table Colorful 2" w:locked="1"/>
    <w:lsdException w:uiPriority="0" w:name="Table Colorful 3" w:locked="1"/>
    <w:lsdException w:uiPriority="0" w:name="Table Columns 1" w:locked="1"/>
    <w:lsdException w:uiPriority="0" w:name="Table Columns 2" w:locked="1"/>
    <w:lsdException w:uiPriority="0" w:name="Table Columns 3" w:locked="1"/>
    <w:lsdException w:uiPriority="0" w:name="Table Columns 4" w:locked="1"/>
    <w:lsdException w:uiPriority="0" w:name="Table Columns 5" w:locked="1"/>
    <w:lsdException w:uiPriority="0" w:name="Table Grid 1" w:locked="1"/>
    <w:lsdException w:uiPriority="0" w:name="Table Grid 2" w:locked="1"/>
    <w:lsdException w:uiPriority="0" w:name="Table Grid 3" w:locked="1"/>
    <w:lsdException w:uiPriority="0" w:name="Table Grid 4" w:locked="1"/>
    <w:lsdException w:uiPriority="0" w:name="Table Grid 5" w:locked="1"/>
    <w:lsdException w:uiPriority="0" w:name="Table Grid 6" w:locked="1"/>
    <w:lsdException w:uiPriority="0" w:name="Table Grid 7" w:locked="1"/>
    <w:lsdException w:uiPriority="0" w:name="Table Grid 8" w:locked="1"/>
    <w:lsdException w:uiPriority="0" w:name="Table List 1" w:locked="1"/>
    <w:lsdException w:uiPriority="0" w:name="Table List 2" w:locked="1"/>
    <w:lsdException w:uiPriority="0" w:name="Table List 3" w:locked="1"/>
    <w:lsdException w:uiPriority="0" w:name="Table List 4" w:locked="1"/>
    <w:lsdException w:uiPriority="0" w:name="Table List 5" w:locked="1"/>
    <w:lsdException w:uiPriority="0" w:name="Table List 6" w:locked="1"/>
    <w:lsdException w:uiPriority="0" w:name="Table List 7" w:locked="1"/>
    <w:lsdException w:uiPriority="0" w:name="Table List 8" w:locked="1"/>
    <w:lsdException w:uiPriority="0" w:name="Table 3D effects 1" w:locked="1"/>
    <w:lsdException w:uiPriority="0" w:name="Table 3D effects 2" w:locked="1"/>
    <w:lsdException w:uiPriority="0" w:name="Table 3D effects 3" w:locked="1"/>
    <w:lsdException w:uiPriority="0" w:name="Table Contemporary" w:locked="1"/>
    <w:lsdException w:uiPriority="0" w:name="Table Elegant" w:locked="1"/>
    <w:lsdException w:uiPriority="0" w:name="Table Professional" w:locked="1"/>
    <w:lsdException w:uiPriority="0" w:name="Table Subtle 1" w:locked="1"/>
    <w:lsdException w:uiPriority="0" w:name="Table Subtle 2" w:locked="1"/>
    <w:lsdException w:uiPriority="0" w:name="Table Web 1" w:locked="1"/>
    <w:lsdException w:uiPriority="0" w:name="Table Web 2" w:locked="1"/>
    <w:lsdException w:uiPriority="0" w:name="Table Web 3" w:locked="1"/>
    <w:lsdException w:uiPriority="0" w:name="Balloon Text" w:locked="1"/>
    <w:lsdException w:unhideWhenUsed="0" w:uiPriority="59" w:semiHidden="0" w:name="Table Grid" w:locked="1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脚 Char"/>
    <w:basedOn w:val="5"/>
    <w:link w:val="2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页眉 Char"/>
    <w:basedOn w:val="5"/>
    <w:link w:val="3"/>
    <w:semiHidden/>
    <w:qFormat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63</Words>
  <Characters>361</Characters>
  <Lines>3</Lines>
  <Paragraphs>1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2020-01-10T00:31:00Z</dcterms:created>
  <dc:creator>Administrator</dc:creator>
  <cp:lastModifiedBy>Administrator</cp:lastModifiedBy>
  <cp:lastPrinted>2020-01-09T01:26:00Z</cp:lastPrinted>
  <dcterms:modified xsi:type="dcterms:W3CDTF">2020-06-01T06:49:10Z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